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767" w:rsidRDefault="00F12767"/>
    <w:p w:rsidR="00F12767" w:rsidRDefault="00F12767">
      <w:r>
        <w:t>5. Individual Activity- Accomplish this Learning Bank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8"/>
        <w:gridCol w:w="4788"/>
      </w:tblGrid>
      <w:tr w:rsidR="00F12767" w:rsidRPr="00450FFD" w:rsidTr="00450FFD">
        <w:trPr>
          <w:trHeight w:val="656"/>
        </w:trPr>
        <w:tc>
          <w:tcPr>
            <w:tcW w:w="4788" w:type="dxa"/>
          </w:tcPr>
          <w:p w:rsidR="00F12767" w:rsidRPr="00450FFD" w:rsidRDefault="00F12767" w:rsidP="00450FFD">
            <w:pPr>
              <w:spacing w:after="0" w:line="240" w:lineRule="auto"/>
              <w:jc w:val="center"/>
            </w:pPr>
            <w:r w:rsidRPr="00450FFD">
              <w:t>Deposits</w:t>
            </w:r>
          </w:p>
          <w:p w:rsidR="00F12767" w:rsidRPr="00450FFD" w:rsidRDefault="00F12767" w:rsidP="00450FFD">
            <w:pPr>
              <w:spacing w:after="0" w:line="240" w:lineRule="auto"/>
              <w:jc w:val="center"/>
            </w:pPr>
            <w:r w:rsidRPr="00450FFD">
              <w:t>(What I learned)</w:t>
            </w:r>
          </w:p>
        </w:tc>
        <w:tc>
          <w:tcPr>
            <w:tcW w:w="4788" w:type="dxa"/>
          </w:tcPr>
          <w:p w:rsidR="00F12767" w:rsidRPr="00450FFD" w:rsidRDefault="00F12767" w:rsidP="00450FFD">
            <w:pPr>
              <w:spacing w:after="0" w:line="240" w:lineRule="auto"/>
              <w:jc w:val="center"/>
            </w:pPr>
            <w:r w:rsidRPr="00450FFD">
              <w:t>Dividends</w:t>
            </w:r>
          </w:p>
          <w:p w:rsidR="00F12767" w:rsidRPr="00450FFD" w:rsidRDefault="00F12767" w:rsidP="00450FFD">
            <w:pPr>
              <w:spacing w:after="0" w:line="240" w:lineRule="auto"/>
              <w:jc w:val="center"/>
            </w:pPr>
            <w:r w:rsidRPr="00450FFD">
              <w:t>(How I use what I learned in my life)</w:t>
            </w:r>
          </w:p>
        </w:tc>
      </w:tr>
      <w:tr w:rsidR="00F12767" w:rsidRPr="00450FFD" w:rsidTr="00450FFD">
        <w:trPr>
          <w:trHeight w:val="5840"/>
        </w:trPr>
        <w:tc>
          <w:tcPr>
            <w:tcW w:w="4788" w:type="dxa"/>
          </w:tcPr>
          <w:p w:rsidR="00F12767" w:rsidRPr="00450FFD" w:rsidRDefault="00F12767" w:rsidP="00450FFD">
            <w:pPr>
              <w:spacing w:after="0" w:line="240" w:lineRule="auto"/>
            </w:pPr>
            <w:r w:rsidRPr="00450FFD">
              <w:t xml:space="preserve">    </w:t>
            </w:r>
          </w:p>
          <w:p w:rsidR="00F12767" w:rsidRPr="00450FFD" w:rsidRDefault="00F12767" w:rsidP="00450FFD">
            <w:pPr>
              <w:pStyle w:val="ListParagraph"/>
              <w:spacing w:after="0" w:line="240" w:lineRule="auto"/>
              <w:ind w:left="450"/>
            </w:pPr>
          </w:p>
          <w:p w:rsidR="00F12767" w:rsidRPr="00450FFD" w:rsidRDefault="00F12767" w:rsidP="00450FFD">
            <w:pPr>
              <w:pStyle w:val="ListParagraph"/>
              <w:numPr>
                <w:ilvl w:val="0"/>
                <w:numId w:val="1"/>
              </w:numPr>
              <w:spacing w:after="0" w:line="240" w:lineRule="auto"/>
            </w:pPr>
            <w:r w:rsidRPr="00450FFD">
              <w:t>I learned that technology is not just computer, phone, etc. It is an integrated process made by human in order to satisfy our learning needs and desires.</w:t>
            </w:r>
          </w:p>
        </w:tc>
        <w:tc>
          <w:tcPr>
            <w:tcW w:w="4788" w:type="dxa"/>
          </w:tcPr>
          <w:p w:rsidR="00F12767" w:rsidRPr="00450FFD" w:rsidRDefault="00F12767" w:rsidP="00450FFD">
            <w:pPr>
              <w:spacing w:after="0" w:line="240" w:lineRule="auto"/>
            </w:pPr>
          </w:p>
          <w:p w:rsidR="00F12767" w:rsidRPr="00450FFD" w:rsidRDefault="00F12767" w:rsidP="00450FFD">
            <w:pPr>
              <w:pStyle w:val="ListParagraph"/>
              <w:numPr>
                <w:ilvl w:val="0"/>
                <w:numId w:val="1"/>
              </w:numPr>
              <w:spacing w:after="0" w:line="240" w:lineRule="auto"/>
            </w:pPr>
            <w:r w:rsidRPr="00450FFD">
              <w:t>We can also apply Educational Technology in our life by coping with the current trends in technology. We can encourage students or stimulate them be interested in every lesson presented in using technology.</w:t>
            </w:r>
          </w:p>
        </w:tc>
      </w:tr>
    </w:tbl>
    <w:p w:rsidR="00F12767" w:rsidRDefault="00F12767"/>
    <w:sectPr w:rsidR="00F12767" w:rsidSect="00BA12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26303"/>
    <w:multiLevelType w:val="hybridMultilevel"/>
    <w:tmpl w:val="3006A4BA"/>
    <w:lvl w:ilvl="0" w:tplc="CD3AC5B4">
      <w:start w:val="5"/>
      <w:numFmt w:val="bullet"/>
      <w:lvlText w:val=""/>
      <w:lvlJc w:val="left"/>
      <w:pPr>
        <w:ind w:left="450" w:hanging="360"/>
      </w:pPr>
      <w:rPr>
        <w:rFonts w:ascii="Symbol" w:eastAsia="Times New Roman"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5E35"/>
    <w:rsid w:val="002624A2"/>
    <w:rsid w:val="00450FFD"/>
    <w:rsid w:val="005F5486"/>
    <w:rsid w:val="00975E35"/>
    <w:rsid w:val="00BA1220"/>
    <w:rsid w:val="00BE67FE"/>
    <w:rsid w:val="00C064D5"/>
    <w:rsid w:val="00CD691B"/>
    <w:rsid w:val="00D07B3A"/>
    <w:rsid w:val="00E33B1B"/>
    <w:rsid w:val="00F127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22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75E3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975E3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74</Words>
  <Characters>426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REMARKSES</dc:creator>
  <cp:keywords/>
  <dc:description/>
  <cp:lastModifiedBy>Student</cp:lastModifiedBy>
  <cp:revision>2</cp:revision>
  <dcterms:created xsi:type="dcterms:W3CDTF">2012-07-18T14:32:00Z</dcterms:created>
  <dcterms:modified xsi:type="dcterms:W3CDTF">2012-07-18T14:32:00Z</dcterms:modified>
</cp:coreProperties>
</file>